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72B75" w:rsidRDefault="00772B75" w:rsidP="00772B75">
            <w:pPr>
              <w:ind w:left="4962"/>
              <w:rPr>
                <w:bCs/>
                <w:szCs w:val="28"/>
              </w:rPr>
            </w:pPr>
            <w:r w:rsidRPr="00AA1A4E">
              <w:rPr>
                <w:bCs/>
                <w:szCs w:val="28"/>
              </w:rPr>
              <w:t xml:space="preserve">Приложение № </w:t>
            </w:r>
            <w:r w:rsidR="00DB5B69" w:rsidRPr="00AA1A4E">
              <w:rPr>
                <w:bCs/>
                <w:szCs w:val="28"/>
              </w:rPr>
              <w:t>6</w:t>
            </w:r>
          </w:p>
          <w:p w:rsidR="00772B75" w:rsidRDefault="00772B75" w:rsidP="00772B75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к решению Совета муниципального</w:t>
            </w:r>
          </w:p>
          <w:p w:rsidR="00772B75" w:rsidRPr="00340266" w:rsidRDefault="00772B75" w:rsidP="00772B75">
            <w:pPr>
              <w:ind w:left="4962"/>
              <w:rPr>
                <w:bCs/>
                <w:szCs w:val="28"/>
              </w:rPr>
            </w:pPr>
            <w:r w:rsidRPr="00340266">
              <w:rPr>
                <w:bCs/>
                <w:szCs w:val="28"/>
              </w:rPr>
              <w:t>образования Новокубанский район</w:t>
            </w:r>
          </w:p>
          <w:p w:rsidR="00772B75" w:rsidRDefault="007C32A8" w:rsidP="00772B75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</w:t>
            </w:r>
            <w:r>
              <w:rPr>
                <w:bCs/>
                <w:szCs w:val="28"/>
                <w:lang w:val="en-US"/>
              </w:rPr>
              <w:t xml:space="preserve"> </w:t>
            </w:r>
            <w:r>
              <w:rPr>
                <w:bCs/>
                <w:szCs w:val="28"/>
              </w:rPr>
              <w:t>19 декабря  201</w:t>
            </w:r>
            <w:r>
              <w:rPr>
                <w:bCs/>
                <w:szCs w:val="28"/>
                <w:lang w:val="en-US"/>
              </w:rPr>
              <w:t>9</w:t>
            </w:r>
            <w:r>
              <w:rPr>
                <w:bCs/>
                <w:szCs w:val="28"/>
              </w:rPr>
              <w:t xml:space="preserve"> года № 493</w:t>
            </w:r>
            <w:bookmarkStart w:id="0" w:name="_GoBack"/>
            <w:bookmarkEnd w:id="0"/>
          </w:p>
          <w:p w:rsidR="002A7FA9" w:rsidRPr="00772B75" w:rsidRDefault="002A7FA9" w:rsidP="00772B75">
            <w:pPr>
              <w:ind w:left="4962"/>
              <w:rPr>
                <w:bCs/>
                <w:szCs w:val="28"/>
              </w:rPr>
            </w:pPr>
          </w:p>
          <w:p w:rsidR="00AA75FA" w:rsidRPr="00BC5F4C" w:rsidRDefault="0095537C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AA75FA"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1F120C" w:rsidRDefault="0001293A" w:rsidP="00772B75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  <w:r w:rsidRPr="00C94E78">
              <w:rPr>
                <w:szCs w:val="28"/>
              </w:rPr>
              <w:t xml:space="preserve">от </w:t>
            </w:r>
            <w:r>
              <w:rPr>
                <w:szCs w:val="28"/>
              </w:rPr>
              <w:t>22 ноября 2018 года</w:t>
            </w:r>
            <w:r w:rsidRPr="00C94E78">
              <w:rPr>
                <w:szCs w:val="28"/>
              </w:rPr>
              <w:t xml:space="preserve"> № </w:t>
            </w:r>
            <w:r>
              <w:rPr>
                <w:szCs w:val="28"/>
              </w:rPr>
              <w:t>380</w:t>
            </w: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B46B01" w:rsidRPr="005349DA" w:rsidRDefault="00AA75FA" w:rsidP="005349D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201</w:t>
            </w:r>
            <w:r w:rsidR="001F120C" w:rsidRPr="005349DA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RPr="00DB5B69" w:rsidTr="00132CE3">
        <w:trPr>
          <w:cantSplit/>
          <w:trHeight w:val="57"/>
          <w:tblHeader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86910" w:rsidRPr="00DB5B69" w:rsidRDefault="005349DA" w:rsidP="00132CE3">
            <w:pPr>
              <w:jc w:val="center"/>
              <w:rPr>
                <w:b/>
                <w:sz w:val="24"/>
                <w:szCs w:val="24"/>
              </w:rPr>
            </w:pPr>
            <w:r w:rsidRPr="00DB5B6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314" w:type="dxa"/>
            <w:shd w:val="clear" w:color="auto" w:fill="auto"/>
            <w:vAlign w:val="center"/>
            <w:hideMark/>
          </w:tcPr>
          <w:p w:rsidR="005349DA" w:rsidRPr="00DB5B69" w:rsidRDefault="005349DA" w:rsidP="00537866">
            <w:pPr>
              <w:jc w:val="center"/>
              <w:rPr>
                <w:b/>
                <w:sz w:val="24"/>
                <w:szCs w:val="24"/>
              </w:rPr>
            </w:pPr>
            <w:r w:rsidRPr="00DB5B69">
              <w:rPr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49DA" w:rsidRPr="00DB5B69" w:rsidRDefault="005349DA" w:rsidP="00537866">
            <w:pPr>
              <w:jc w:val="center"/>
              <w:rPr>
                <w:b/>
                <w:sz w:val="24"/>
                <w:szCs w:val="24"/>
              </w:rPr>
            </w:pPr>
            <w:r w:rsidRPr="00DB5B69">
              <w:rPr>
                <w:b/>
                <w:sz w:val="24"/>
                <w:szCs w:val="24"/>
              </w:rPr>
              <w:t>Сумма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53786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1.</w:t>
            </w:r>
          </w:p>
        </w:tc>
        <w:tc>
          <w:tcPr>
            <w:tcW w:w="7314" w:type="dxa"/>
            <w:shd w:val="clear" w:color="auto" w:fill="auto"/>
            <w:vAlign w:val="bottom"/>
          </w:tcPr>
          <w:p w:rsidR="005349DA" w:rsidRPr="00DB5B69" w:rsidRDefault="005349DA" w:rsidP="00537866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53786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617,3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A3425A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2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CC2D3F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32 805,5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3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</w:tcPr>
          <w:p w:rsidR="005349DA" w:rsidRPr="00DB5B69" w:rsidRDefault="005349DA" w:rsidP="00565A46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F27804" w:rsidP="00565A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46 092,1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4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F27804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41</w:t>
            </w:r>
            <w:r w:rsidR="00F27804">
              <w:rPr>
                <w:sz w:val="24"/>
                <w:szCs w:val="24"/>
              </w:rPr>
              <w:t> 236,0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565A4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5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</w:tcPr>
          <w:p w:rsidR="005349DA" w:rsidRPr="00DB5B69" w:rsidRDefault="005349DA" w:rsidP="00565A46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F27804" w:rsidP="00565A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456,7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565A4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6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F27804" w:rsidP="00CC2D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258,6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7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D10FAD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9 172,0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8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CC2D3F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2 716,2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9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vAlign w:val="bottom"/>
          </w:tcPr>
          <w:p w:rsidR="00B86910" w:rsidRDefault="00B86910" w:rsidP="007B37DB">
            <w:pPr>
              <w:rPr>
                <w:sz w:val="24"/>
                <w:szCs w:val="24"/>
              </w:rPr>
            </w:pPr>
          </w:p>
          <w:p w:rsidR="005349DA" w:rsidRPr="00DB5B69" w:rsidRDefault="005349DA" w:rsidP="007B37DB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F27804" w:rsidP="001D387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582,5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7314" w:type="dxa"/>
            <w:shd w:val="clear" w:color="auto" w:fill="auto"/>
            <w:vAlign w:val="bottom"/>
          </w:tcPr>
          <w:p w:rsidR="005349DA" w:rsidRPr="00DB5B69" w:rsidRDefault="005349DA" w:rsidP="007B37DB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1D3873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128,7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5349DA" w:rsidRPr="00DB5B69" w:rsidRDefault="005349DA" w:rsidP="00CC2D3F">
            <w:pPr>
              <w:rPr>
                <w:sz w:val="24"/>
                <w:szCs w:val="24"/>
              </w:rPr>
            </w:pPr>
          </w:p>
          <w:p w:rsidR="005349DA" w:rsidRPr="00DB5B69" w:rsidRDefault="005349DA" w:rsidP="00CC2D3F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14" w:type="dxa"/>
            <w:shd w:val="clear" w:color="auto" w:fill="auto"/>
            <w:noWrap/>
            <w:vAlign w:val="center"/>
            <w:hideMark/>
          </w:tcPr>
          <w:p w:rsidR="005349DA" w:rsidRPr="00DB5B69" w:rsidRDefault="005349DA" w:rsidP="002D24B3">
            <w:pPr>
              <w:rPr>
                <w:b/>
                <w:bCs/>
                <w:sz w:val="24"/>
                <w:szCs w:val="24"/>
              </w:rPr>
            </w:pPr>
            <w:r w:rsidRPr="00DB5B69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49DA" w:rsidRPr="00DB5B69" w:rsidRDefault="005349DA" w:rsidP="00F27804">
            <w:pPr>
              <w:jc w:val="right"/>
              <w:rPr>
                <w:b/>
                <w:bCs/>
                <w:sz w:val="24"/>
                <w:szCs w:val="24"/>
              </w:rPr>
            </w:pPr>
            <w:r w:rsidRPr="00DB5B69">
              <w:rPr>
                <w:b/>
                <w:bCs/>
                <w:sz w:val="24"/>
                <w:szCs w:val="24"/>
              </w:rPr>
              <w:t>134</w:t>
            </w:r>
            <w:r w:rsidR="00F27804">
              <w:rPr>
                <w:b/>
                <w:bCs/>
                <w:sz w:val="24"/>
                <w:szCs w:val="24"/>
              </w:rPr>
              <w:t> 065,6</w:t>
            </w:r>
          </w:p>
        </w:tc>
      </w:tr>
    </w:tbl>
    <w:p w:rsidR="00AA75FA" w:rsidRPr="0095537C" w:rsidRDefault="0095537C" w:rsidP="002A7901">
      <w:pPr>
        <w:jc w:val="right"/>
      </w:pPr>
      <w:r>
        <w:t>».</w:t>
      </w:r>
    </w:p>
    <w:p w:rsidR="00CA770E" w:rsidRPr="0095537C" w:rsidRDefault="00CA770E" w:rsidP="007E513A"/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Е.В.Афонина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7C32A8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CE3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A7FA9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0C82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56F48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32A8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1A4E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86910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5B69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804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8AE9B582-96DB-4D5E-96E3-8E8E0B62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14DCE-6EF7-4142-91FF-E1807D03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318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55</cp:revision>
  <cp:lastPrinted>2019-12-20T07:05:00Z</cp:lastPrinted>
  <dcterms:created xsi:type="dcterms:W3CDTF">2017-09-18T13:02:00Z</dcterms:created>
  <dcterms:modified xsi:type="dcterms:W3CDTF">2019-12-20T07:05:00Z</dcterms:modified>
</cp:coreProperties>
</file>